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D94118">
        <w:rPr>
          <w:rFonts w:ascii="Times New Roman" w:hAnsi="Times New Roman"/>
          <w:b/>
          <w:caps/>
          <w:color w:val="000000"/>
          <w:sz w:val="24"/>
          <w:szCs w:val="24"/>
        </w:rPr>
        <w:t>Форма заявления пассажира для допуска на трассу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D94118">
        <w:rPr>
          <w:rFonts w:ascii="Times New Roman" w:hAnsi="Times New Roman"/>
          <w:caps/>
          <w:color w:val="000000"/>
          <w:sz w:val="24"/>
          <w:szCs w:val="24"/>
        </w:rPr>
        <w:t>Заявление пассажира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rPr>
          <w:rFonts w:ascii="Times New Roman" w:hAnsi="Times New Roman"/>
          <w:i/>
          <w:color w:val="000000"/>
          <w:sz w:val="24"/>
          <w:szCs w:val="24"/>
        </w:rPr>
      </w:pPr>
      <w:r w:rsidRPr="00D94118">
        <w:rPr>
          <w:rFonts w:ascii="Times New Roman" w:hAnsi="Times New Roman"/>
          <w:i/>
          <w:color w:val="000000"/>
          <w:sz w:val="24"/>
          <w:szCs w:val="24"/>
        </w:rPr>
        <w:t>г. Сочи                                                                            «___» ________________ 201</w:t>
      </w:r>
      <w:r>
        <w:rPr>
          <w:rFonts w:ascii="Times New Roman" w:hAnsi="Times New Roman"/>
          <w:i/>
          <w:color w:val="000000"/>
          <w:sz w:val="24"/>
          <w:szCs w:val="24"/>
        </w:rPr>
        <w:t>7</w:t>
      </w:r>
      <w:r w:rsidRPr="00D94118">
        <w:rPr>
          <w:rFonts w:ascii="Times New Roman" w:hAnsi="Times New Roman"/>
          <w:i/>
          <w:color w:val="000000"/>
          <w:sz w:val="24"/>
          <w:szCs w:val="24"/>
        </w:rPr>
        <w:t xml:space="preserve">  года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rPr>
          <w:rFonts w:ascii="Times New Roman" w:hAnsi="Times New Roman"/>
          <w:i/>
          <w:color w:val="000000"/>
          <w:sz w:val="24"/>
          <w:szCs w:val="24"/>
        </w:rPr>
      </w:pP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Я, __________________________________________________________________, паспорт ________________________, выданный __________________________________ _____________________________________________________________________________, зарегистрированный по адресу _________________________________________ _____________________________________________________________________________,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 xml:space="preserve">принимая участие в ____________________ на </w:t>
      </w:r>
      <w:r w:rsidRPr="00D94118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D94118">
        <w:rPr>
          <w:rFonts w:ascii="Times New Roman" w:hAnsi="Times New Roman"/>
          <w:color w:val="000000"/>
          <w:sz w:val="24"/>
          <w:szCs w:val="24"/>
        </w:rPr>
        <w:t>рассе с «___» _____________ 201__г. по «____» ________ 201__г. (включительно), которая будет проводиться на территории Автодрома по адресу: г. Сочи, Адлерский район, Имеретинская низменность, территория Олимпийского парка (далее - Мероприятие)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en-US"/>
        </w:rPr>
      </w:pPr>
      <w:r w:rsidRPr="00D94118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н а с т о я щ и м: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 xml:space="preserve">Понимаю, что выезд на Трассу и движение по ней во время Мероприятия не безопасно, и участие в Мероприятии может повлечь ущерб моему здоровью и/или имуществу, здоровью и/или имуществу третьих лиц, а также принимаю во внимание, что Мероприятие может быть приостановлено по соображениям безопасности. 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Мое участие в Мероприятии в качестве Пассажира является добровольным и я в любой момент могу отказаться от участия в Мероприятии в качестве Пассажира Транспортного средства, уведомив об этом Исполнителя, Заказчика и Организатора Мероприятия.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Обязуюсь выполнять требования персонала, который будет обслуживать Мероприятие.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Согласен, что мое участие в Мероприятии в качестве Пассажира и присутствие на территории Автодрома и на Трассе регулируется Правилами пропускного внутриобъектового режима и режима безопасности на территории Автодрома и на Трассе (в дальнейшем именуемые «Правила») и Регламентом проведения Мероприятия, с которыми я ознакомлен и согласен. Я освобождаю Исполнителя и его персонал, Заказчика и его персонал от любой ответственности, связанной с невыполнением мной требований этих Правил. Тексты указанных Правил получены и прочитаны мной до начала Мероприятия, а все их положения мне понятны. Я согласен с применением ко мне ответственности (в том числе штрафных санкций), установленных указанными Правилами, в случае совершения мной нарушений на территории Автодрома и/или на Трассе, при этом я обязуюсь полностью уплатить в адрес Исполнителя суммы штрафных санкций, установленные указанными Правилами, по первому требованию Исполнителя.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 xml:space="preserve">Подтверждаю, что на момент начала Мероприятия состояние моего здоровья позволит принять участие в нем в качестве Пассажира. 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Обязуюсь незамедлительно уведомлять уполномоченных лиц Мероприятия об ухудшении своего здоровья, и отказаться от участия в Мероприятии в качестве Пассажира незамедлительно, а в случае не уведомления – принять все риски и нести ответственность в полном объеме за любой возможный ущерб, причиненный моему здоровью.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Обладаю документами (разрешениями, доверенностями, согласиями и т.п., в том числе документами от родителей, опекунов, попечителей и пр.), которые позволяют мне и/или моему опекаемому принимать участие в Мероприятии и подписывать необходимые для участия в Мероприятии документы, в т.ч. настоящее Заявление.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Принимаю на себя ответственность за возможный ущерб жизни и здоровью и порчу или уничтожение своего имущества в результате участия Мероприятии в качестве Пассажира Транспортного средства, а также имущества и Транспортных средств третьих лиц, которые могут быть повреждены в результате моего участия в Мероприятии в качестве Пассажира Транспортного средства и обязуюсь компенсировать его в соответствии с законодательством Российской Федерации.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Участвуя в Мероприятии я полностью осознаю риск и принимаю на себя ответственность за свою жизнь и здоровье в течение всего Мероприятия.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Отказываюсь от каких-либо материальных и иных претензий к Исполнителю, предоставляющему возможности (права) по использованию Трассы в рамках проведения Мероприятия.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В случае возникновения экстренной ситуации, вследствие которой мне потребуется экстренная медицинская помощь, настоящим даю свое согласие на медицинское вмешательство.</w:t>
      </w:r>
    </w:p>
    <w:p w:rsidR="00C20C7A" w:rsidRPr="00D94118" w:rsidRDefault="00C20C7A" w:rsidP="00773CD8">
      <w:pPr>
        <w:numPr>
          <w:ilvl w:val="0"/>
          <w:numId w:val="1"/>
        </w:numPr>
        <w:tabs>
          <w:tab w:val="left" w:pos="284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Обязуюсь компенсировать материальный и иной ущерб, причиненный Трассе и/или иному имуществу Исполнителя в рамках Мероприятия, Заказчику и другим Участникам (Водителям, Пассажирам) Мероприятия, а также третьим лицам, если такой ущерб возникнет в результате моего участия в Мероприятии в качестве Пассажира Транспортного средства или присутствия на территории Автодрома.</w:t>
      </w:r>
    </w:p>
    <w:p w:rsidR="00C20C7A" w:rsidRPr="00D94118" w:rsidRDefault="00C20C7A" w:rsidP="00773CD8">
      <w:pPr>
        <w:tabs>
          <w:tab w:val="left" w:pos="284"/>
          <w:tab w:val="left" w:pos="1134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0C7A" w:rsidRPr="00D94118" w:rsidRDefault="00C20C7A" w:rsidP="00773CD8">
      <w:pPr>
        <w:tabs>
          <w:tab w:val="left" w:pos="284"/>
          <w:tab w:val="left" w:pos="1134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94118">
        <w:rPr>
          <w:rFonts w:ascii="Times New Roman" w:hAnsi="Times New Roman"/>
          <w:i/>
          <w:color w:val="000000"/>
          <w:sz w:val="24"/>
          <w:szCs w:val="24"/>
        </w:rPr>
        <w:t>Я БЕЗОГОВОРОЧНО ЗАЯВЛЯЮ, ЧТО ВНИМАТЕЛЬНО ПРОЧИТАЛ УКАЗАННЫЕ ВЫШЕ ПОЛОЖЕНИЯ, ПОЛНОСТЬЮ С НИМИ СОГЛАСЕН И ПРИНИМАЮ ВСЕ УСЛОВИЯ.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94118">
        <w:rPr>
          <w:rFonts w:ascii="Times New Roman" w:hAnsi="Times New Roman"/>
          <w:i/>
          <w:color w:val="000000"/>
          <w:sz w:val="24"/>
          <w:szCs w:val="24"/>
        </w:rPr>
        <w:t>НАСТОЯЩЕЕ ЗАЯВЛЕНИЕ ПОДПИСНО МНОЙ ДОБРОВОЛЬНО И ПО СОБСТВЕННОМУ ЖЕЛАНИЮ.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94118">
        <w:rPr>
          <w:rFonts w:ascii="Times New Roman" w:hAnsi="Times New Roman"/>
          <w:i/>
          <w:color w:val="000000"/>
          <w:sz w:val="24"/>
          <w:szCs w:val="24"/>
        </w:rPr>
        <w:t>ПОДПИСЫВАЯ НАСТОЯЩЕЕ ЗАЯВЛЕНИЕ ТЕМ САМЫМ ПРИНИМАЮ НА СЕБЯ ВСЕ ПОСЛЕДСТВИЯ, КОТОРЫЕ ЭТО МОЖЕТ ПОВЛЕЧЬ ЗА СОБОЙ.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b/>
          <w:i/>
          <w:color w:val="000000"/>
          <w:sz w:val="24"/>
          <w:szCs w:val="24"/>
        </w:rPr>
        <w:t xml:space="preserve">НАСТОЯЩЕЕ ЗАЯВЛЕНИЕ СОСТАВЛЕНО В 2 (ДВУХ) ЭКЗЕМЛЯРАХ – ОДНО ДЛЯ ОРГАНИЗАТОРА МЕРОПРИЯТИЯ ДРУГОЕ ДЛЯ </w:t>
      </w:r>
      <w:r w:rsidRPr="00D94118">
        <w:rPr>
          <w:rFonts w:ascii="Times New Roman" w:hAnsi="Times New Roman"/>
          <w:b/>
          <w:i/>
          <w:caps/>
          <w:color w:val="000000"/>
          <w:sz w:val="24"/>
          <w:szCs w:val="24"/>
        </w:rPr>
        <w:t>Пассажира</w:t>
      </w:r>
      <w:r w:rsidRPr="00D94118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D94118">
        <w:rPr>
          <w:rFonts w:ascii="Times New Roman" w:hAnsi="Times New Roman"/>
          <w:color w:val="000000"/>
          <w:sz w:val="24"/>
          <w:szCs w:val="24"/>
        </w:rPr>
        <w:t>Дата_________________    Подпись _________________ (________________________)</w:t>
      </w:r>
    </w:p>
    <w:p w:rsidR="00C20C7A" w:rsidRPr="00D94118" w:rsidRDefault="00C20C7A" w:rsidP="00773CD8">
      <w:pPr>
        <w:widowControl w:val="0"/>
        <w:tabs>
          <w:tab w:val="left" w:pos="284"/>
          <w:tab w:val="left" w:pos="1134"/>
          <w:tab w:val="left" w:pos="1276"/>
        </w:tabs>
        <w:autoSpaceDE w:val="0"/>
        <w:autoSpaceDN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C20C7A" w:rsidRPr="00D94118" w:rsidRDefault="00C20C7A" w:rsidP="00773CD8">
      <w:pPr>
        <w:tabs>
          <w:tab w:val="left" w:pos="1134"/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tbl>
      <w:tblPr>
        <w:tblW w:w="9498" w:type="dxa"/>
        <w:tblLook w:val="00A0"/>
      </w:tblPr>
      <w:tblGrid>
        <w:gridCol w:w="9103"/>
        <w:gridCol w:w="234"/>
        <w:gridCol w:w="234"/>
      </w:tblGrid>
      <w:tr w:rsidR="00C20C7A" w:rsidRPr="003D2022" w:rsidTr="00F76917">
        <w:trPr>
          <w:trHeight w:val="80"/>
        </w:trPr>
        <w:tc>
          <w:tcPr>
            <w:tcW w:w="4170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20C7A" w:rsidRPr="003D2022" w:rsidTr="00F76917">
        <w:trPr>
          <w:trHeight w:val="80"/>
        </w:trPr>
        <w:tc>
          <w:tcPr>
            <w:tcW w:w="4170" w:type="dxa"/>
          </w:tcPr>
          <w:tbl>
            <w:tblPr>
              <w:tblW w:w="9734" w:type="dxa"/>
              <w:tblLook w:val="00A0"/>
            </w:tblPr>
            <w:tblGrid>
              <w:gridCol w:w="4678"/>
              <w:gridCol w:w="236"/>
              <w:gridCol w:w="4820"/>
            </w:tblGrid>
            <w:tr w:rsidR="00C20C7A" w:rsidRPr="003D2022" w:rsidTr="00F76917">
              <w:trPr>
                <w:trHeight w:val="80"/>
              </w:trPr>
              <w:tc>
                <w:tcPr>
                  <w:tcW w:w="4678" w:type="dxa"/>
                </w:tcPr>
                <w:p w:rsidR="00C20C7A" w:rsidRPr="00D94118" w:rsidRDefault="00C20C7A" w:rsidP="00F76917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-391"/>
                    <w:jc w:val="both"/>
                    <w:outlineLvl w:val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C20C7A" w:rsidRPr="00D94118" w:rsidRDefault="00C20C7A" w:rsidP="00F76917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567"/>
                    <w:jc w:val="both"/>
                    <w:outlineLvl w:val="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820" w:type="dxa"/>
                </w:tcPr>
                <w:p w:rsidR="00C20C7A" w:rsidRPr="00D94118" w:rsidRDefault="00C20C7A" w:rsidP="00F76917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20C7A" w:rsidRPr="003D2022" w:rsidTr="00F76917">
        <w:trPr>
          <w:trHeight w:val="80"/>
        </w:trPr>
        <w:tc>
          <w:tcPr>
            <w:tcW w:w="4170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8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C20C7A" w:rsidRPr="00D94118" w:rsidRDefault="00C20C7A" w:rsidP="00F769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20C7A" w:rsidRDefault="00C20C7A"/>
    <w:sectPr w:rsidR="00C20C7A" w:rsidSect="000C4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E73C5"/>
    <w:multiLevelType w:val="hybridMultilevel"/>
    <w:tmpl w:val="24ECEA52"/>
    <w:lvl w:ilvl="0" w:tplc="086683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AC8"/>
    <w:rsid w:val="00016BD4"/>
    <w:rsid w:val="000C4A31"/>
    <w:rsid w:val="002A6A47"/>
    <w:rsid w:val="003D2022"/>
    <w:rsid w:val="005C51D8"/>
    <w:rsid w:val="00773CD8"/>
    <w:rsid w:val="00C20C7A"/>
    <w:rsid w:val="00C52070"/>
    <w:rsid w:val="00CD599A"/>
    <w:rsid w:val="00D94118"/>
    <w:rsid w:val="00DF3AC8"/>
    <w:rsid w:val="00F7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742</Words>
  <Characters>4235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ЗАЯВЛЕНИЯ ПАССАЖИРА ДЛЯ ДОПУСКА НА ТРАССУ</dc:title>
  <dc:subject/>
  <dc:creator>Maxim Scherban</dc:creator>
  <cp:keywords/>
  <dc:description/>
  <cp:lastModifiedBy>Вуася</cp:lastModifiedBy>
  <cp:revision>2</cp:revision>
  <dcterms:created xsi:type="dcterms:W3CDTF">2017-04-05T11:34:00Z</dcterms:created>
  <dcterms:modified xsi:type="dcterms:W3CDTF">2017-04-05T11:34:00Z</dcterms:modified>
</cp:coreProperties>
</file>